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07214" w14:textId="27228F97" w:rsidR="004D36D7" w:rsidRPr="00FD4A68" w:rsidRDefault="009F18E6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FE424D2CDDE5442A94978CBD7C1123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E2F3E">
            <w:t>Lab - Create User Accounts</w:t>
          </w:r>
        </w:sdtContent>
      </w:sdt>
    </w:p>
    <w:p w14:paraId="04FD73B5" w14:textId="77777777" w:rsidR="00D778DF" w:rsidRPr="00E70096" w:rsidRDefault="00DE2F3E" w:rsidP="00D452F4">
      <w:pPr>
        <w:pStyle w:val="Heading1"/>
      </w:pPr>
      <w:r>
        <w:t>Introduction</w:t>
      </w:r>
    </w:p>
    <w:p w14:paraId="0A4CA76C" w14:textId="77777777" w:rsidR="00DE2F3E" w:rsidRDefault="00DE2F3E" w:rsidP="00DE2F3E">
      <w:pPr>
        <w:pStyle w:val="BodyTextL25"/>
      </w:pPr>
      <w:r w:rsidRPr="00352494">
        <w:t xml:space="preserve">In this lab, you will </w:t>
      </w:r>
      <w:r>
        <w:t>create and modify user accounts in Windows.</w:t>
      </w:r>
    </w:p>
    <w:p w14:paraId="39BF8458" w14:textId="77777777" w:rsidR="00DE2F3E" w:rsidRDefault="00DE2F3E" w:rsidP="00DE2F3E">
      <w:pPr>
        <w:pStyle w:val="BodyTextL25Bold"/>
      </w:pPr>
      <w:r>
        <w:t>Part 1: Creating a New Local User Account</w:t>
      </w:r>
    </w:p>
    <w:p w14:paraId="034500F5" w14:textId="77777777" w:rsidR="00DE2F3E" w:rsidRDefault="00DE2F3E" w:rsidP="00DE2F3E">
      <w:pPr>
        <w:pStyle w:val="BodyTextL25Bold"/>
      </w:pPr>
      <w:r>
        <w:t>Part 2: Reviewing User Account Properties</w:t>
      </w:r>
    </w:p>
    <w:p w14:paraId="09427A71" w14:textId="77777777" w:rsidR="00DE2F3E" w:rsidRPr="00352494" w:rsidRDefault="00DE2F3E" w:rsidP="00DE2F3E">
      <w:pPr>
        <w:pStyle w:val="BodyTextL25Bold"/>
      </w:pPr>
      <w:r>
        <w:t>Part 3: Modifying Local User Accounts</w:t>
      </w:r>
    </w:p>
    <w:p w14:paraId="566006CF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058991AD" w14:textId="77777777" w:rsidR="00DE2F3E" w:rsidRPr="00352494" w:rsidRDefault="00DE2F3E" w:rsidP="00DE2F3E">
      <w:pPr>
        <w:pStyle w:val="Bulletlevel1"/>
        <w:spacing w:before="60" w:after="60" w:line="276" w:lineRule="auto"/>
      </w:pPr>
      <w:r>
        <w:t>A Windows PC</w:t>
      </w:r>
    </w:p>
    <w:p w14:paraId="06E2E245" w14:textId="77777777" w:rsidR="00125806" w:rsidRDefault="00125806" w:rsidP="00D452F4">
      <w:pPr>
        <w:pStyle w:val="Heading1"/>
      </w:pPr>
      <w:r>
        <w:t>Instructions</w:t>
      </w:r>
    </w:p>
    <w:p w14:paraId="2CC87323" w14:textId="77777777" w:rsidR="00117EAD" w:rsidRDefault="00117EAD" w:rsidP="00117EAD">
      <w:pPr>
        <w:pStyle w:val="Heading2"/>
      </w:pPr>
      <w:r>
        <w:t>Creating a New Local User Account</w:t>
      </w:r>
    </w:p>
    <w:p w14:paraId="20F5C39C" w14:textId="77777777" w:rsidR="00117EAD" w:rsidRPr="00F07167" w:rsidRDefault="00117EAD" w:rsidP="00117EAD">
      <w:pPr>
        <w:pStyle w:val="Heading3"/>
      </w:pPr>
      <w:r>
        <w:t>Open the User Account Tool.</w:t>
      </w:r>
    </w:p>
    <w:p w14:paraId="0F5DEC80" w14:textId="087EF46D" w:rsidR="00117EAD" w:rsidRPr="00C53FCF" w:rsidRDefault="00117EAD" w:rsidP="00117EAD">
      <w:pPr>
        <w:pStyle w:val="SubStepAlpha"/>
      </w:pPr>
      <w:r w:rsidRPr="00C53FCF">
        <w:t>Log on to the</w:t>
      </w:r>
      <w:r w:rsidR="002C33B8">
        <w:t xml:space="preserve"> Windows PC</w:t>
      </w:r>
      <w:r w:rsidRPr="00C53FCF">
        <w:t xml:space="preserve"> with </w:t>
      </w:r>
      <w:r>
        <w:t>an</w:t>
      </w:r>
      <w:r w:rsidRPr="00C53FCF">
        <w:t xml:space="preserve"> Administrator ac</w:t>
      </w:r>
      <w:r>
        <w:t xml:space="preserve">count. The account </w:t>
      </w:r>
      <w:r>
        <w:rPr>
          <w:b/>
        </w:rPr>
        <w:t>CyberOpsUser</w:t>
      </w:r>
      <w:r>
        <w:t xml:space="preserve"> is used in this example.</w:t>
      </w:r>
    </w:p>
    <w:p w14:paraId="2146A027" w14:textId="77777777" w:rsidR="00117EAD" w:rsidRPr="00352494" w:rsidRDefault="00117EAD" w:rsidP="00974699">
      <w:pPr>
        <w:pStyle w:val="SubStepAlpha"/>
      </w:pPr>
      <w:r>
        <w:t xml:space="preserve">Click </w:t>
      </w:r>
      <w:r>
        <w:rPr>
          <w:b/>
        </w:rPr>
        <w:t>Start</w:t>
      </w:r>
      <w:r>
        <w:t xml:space="preserve"> &gt; search </w:t>
      </w:r>
      <w:r w:rsidRPr="007917C9">
        <w:rPr>
          <w:b/>
        </w:rPr>
        <w:t>Control Panel</w:t>
      </w:r>
      <w:r w:rsidRPr="007C7C5B">
        <w:t>.</w:t>
      </w:r>
      <w:r>
        <w:t xml:space="preserve"> Select </w:t>
      </w:r>
      <w:r w:rsidRPr="007917C9">
        <w:rPr>
          <w:b/>
        </w:rPr>
        <w:t>User Accounts</w:t>
      </w:r>
      <w:r>
        <w:t xml:space="preserve"> in the Small icons view. To change the view, select </w:t>
      </w:r>
      <w:r w:rsidRPr="007C7C5B">
        <w:rPr>
          <w:b/>
        </w:rPr>
        <w:t>Small icons</w:t>
      </w:r>
      <w:r>
        <w:t xml:space="preserve"> in the View by drop down list.</w:t>
      </w:r>
    </w:p>
    <w:p w14:paraId="566826FE" w14:textId="77777777" w:rsidR="00117EAD" w:rsidRPr="00352494" w:rsidRDefault="00117EAD" w:rsidP="00117EAD">
      <w:pPr>
        <w:pStyle w:val="Heading3"/>
      </w:pPr>
      <w:r>
        <w:t>Create a user account.</w:t>
      </w:r>
    </w:p>
    <w:p w14:paraId="74ACB75C" w14:textId="0D2E8FBB" w:rsidR="00117EAD" w:rsidRDefault="00A86A55" w:rsidP="00117EAD">
      <w:pPr>
        <w:pStyle w:val="SubStepAlpha"/>
        <w:keepNext/>
      </w:pPr>
      <w:r>
        <w:t xml:space="preserve">In the </w:t>
      </w:r>
      <w:r w:rsidR="00117EAD" w:rsidRPr="00DA5EBA">
        <w:rPr>
          <w:b/>
        </w:rPr>
        <w:t>User Accounts</w:t>
      </w:r>
      <w:r w:rsidR="00117EAD" w:rsidRPr="00352494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 w:rsidRPr="00352494">
        <w:t xml:space="preserve">lick </w:t>
      </w:r>
      <w:r w:rsidR="00117EAD" w:rsidRPr="00CF37E7">
        <w:rPr>
          <w:b/>
        </w:rPr>
        <w:t>Manage another account</w:t>
      </w:r>
      <w:r w:rsidR="00117EAD" w:rsidRPr="00352494">
        <w:t>.</w:t>
      </w:r>
    </w:p>
    <w:p w14:paraId="21034381" w14:textId="77777777" w:rsidR="00117EAD" w:rsidRPr="00352494" w:rsidRDefault="00117EAD" w:rsidP="00117EAD">
      <w:pPr>
        <w:pStyle w:val="Visual"/>
      </w:pPr>
      <w:r>
        <w:rPr>
          <w:noProof/>
        </w:rPr>
        <w:drawing>
          <wp:inline distT="0" distB="0" distL="0" distR="0" wp14:anchorId="0D4B398A" wp14:editId="19EB2659">
            <wp:extent cx="4572000" cy="1702253"/>
            <wp:effectExtent l="0" t="0" r="0" b="0"/>
            <wp:docPr id="5" name="Picture 5" descr="Screenshot of User Accounts windo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702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161BD" w14:textId="486984D2" w:rsidR="00117EAD" w:rsidRPr="00352494" w:rsidRDefault="00A86A55" w:rsidP="00974699">
      <w:pPr>
        <w:pStyle w:val="SubStepAlpha"/>
      </w:pPr>
      <w:r>
        <w:t>In t</w:t>
      </w:r>
      <w:r w:rsidR="00117EAD" w:rsidRPr="00352494">
        <w:t xml:space="preserve">he </w:t>
      </w:r>
      <w:r w:rsidR="00117EAD" w:rsidRPr="00CF37E7">
        <w:rPr>
          <w:b/>
        </w:rPr>
        <w:t>Manage Accounts</w:t>
      </w:r>
      <w:r w:rsidR="00117EAD" w:rsidRPr="00352494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 w:rsidRPr="00352494">
        <w:t xml:space="preserve">lick </w:t>
      </w:r>
      <w:r w:rsidR="00117EAD">
        <w:rPr>
          <w:b/>
        </w:rPr>
        <w:t>Add a new user in PC settings</w:t>
      </w:r>
      <w:r w:rsidR="00117EAD" w:rsidRPr="00352494">
        <w:t>.</w:t>
      </w:r>
    </w:p>
    <w:p w14:paraId="6741DFAE" w14:textId="76E41D8B" w:rsidR="00117EAD" w:rsidRPr="00352494" w:rsidRDefault="00A86A55" w:rsidP="00117EAD">
      <w:pPr>
        <w:pStyle w:val="SubStepAlpha"/>
        <w:keepNext/>
      </w:pPr>
      <w:r>
        <w:t>In t</w:t>
      </w:r>
      <w:r w:rsidR="00117EAD" w:rsidRPr="00352494">
        <w:t>he</w:t>
      </w:r>
      <w:r w:rsidR="00117EAD">
        <w:t xml:space="preserve"> </w:t>
      </w:r>
      <w:r w:rsidR="00117EAD" w:rsidRPr="00974699">
        <w:rPr>
          <w:b/>
          <w:bCs/>
        </w:rPr>
        <w:t>Settings</w:t>
      </w:r>
      <w:r w:rsidR="00117EAD" w:rsidRPr="007C7C5B">
        <w:t xml:space="preserve"> window</w:t>
      </w:r>
      <w:r>
        <w:t>,</w:t>
      </w:r>
      <w:r w:rsidR="00117EAD" w:rsidRPr="00352494">
        <w:t xml:space="preserve"> </w:t>
      </w:r>
      <w:r>
        <w:t>c</w:t>
      </w:r>
      <w:r w:rsidR="00117EAD">
        <w:t xml:space="preserve">lick </w:t>
      </w:r>
      <w:r w:rsidR="00117EAD" w:rsidRPr="00BC17EB">
        <w:rPr>
          <w:b/>
        </w:rPr>
        <w:t xml:space="preserve">Add </w:t>
      </w:r>
      <w:r w:rsidR="00117EAD">
        <w:rPr>
          <w:b/>
        </w:rPr>
        <w:t>someone else to this PC</w:t>
      </w:r>
      <w:r w:rsidR="00117EAD">
        <w:t>.</w:t>
      </w:r>
    </w:p>
    <w:p w14:paraId="5A8A1188" w14:textId="01396789" w:rsidR="00117EAD" w:rsidRPr="00DA5EBA" w:rsidRDefault="00A86A55" w:rsidP="00974699">
      <w:pPr>
        <w:pStyle w:val="SubStepAlpha"/>
      </w:pPr>
      <w:r>
        <w:t>In t</w:t>
      </w:r>
      <w:r w:rsidR="00117EAD">
        <w:t xml:space="preserve">he </w:t>
      </w:r>
      <w:r w:rsidR="00117EAD" w:rsidRPr="002F3938">
        <w:rPr>
          <w:b/>
        </w:rPr>
        <w:t>How will this person sign in?</w:t>
      </w:r>
      <w:r w:rsidR="00117EAD">
        <w:t xml:space="preserve"> window</w:t>
      </w:r>
      <w:r>
        <w:t>,</w:t>
      </w:r>
      <w:r w:rsidR="00117EAD">
        <w:t xml:space="preserve"> </w:t>
      </w:r>
      <w:r>
        <w:t>c</w:t>
      </w:r>
      <w:r w:rsidR="00117EAD" w:rsidRPr="00DA5EBA">
        <w:t xml:space="preserve">lick </w:t>
      </w:r>
      <w:r w:rsidR="00117EAD">
        <w:rPr>
          <w:b/>
        </w:rPr>
        <w:t>I don't have this person's sign-in information</w:t>
      </w:r>
      <w:r w:rsidR="00117EAD" w:rsidRPr="00DA5EBA">
        <w:t>.</w:t>
      </w:r>
    </w:p>
    <w:p w14:paraId="1B770CB0" w14:textId="2EBAE862" w:rsidR="00117EAD" w:rsidRDefault="00A86A55" w:rsidP="00974699">
      <w:pPr>
        <w:pStyle w:val="SubStepAlpha"/>
      </w:pPr>
      <w:r>
        <w:t>In t</w:t>
      </w:r>
      <w:r w:rsidR="00117EAD">
        <w:t xml:space="preserve">he </w:t>
      </w:r>
      <w:r w:rsidR="00117EAD">
        <w:rPr>
          <w:b/>
        </w:rPr>
        <w:t>Let's create your account</w:t>
      </w:r>
      <w:r w:rsidR="00117EAD">
        <w:t xml:space="preserve"> window opens</w:t>
      </w:r>
      <w:r>
        <w:t>,</w:t>
      </w:r>
      <w:r w:rsidR="00117EAD">
        <w:t xml:space="preserve"> </w:t>
      </w:r>
      <w:r>
        <w:t>c</w:t>
      </w:r>
      <w:r w:rsidR="00117EAD">
        <w:t xml:space="preserve">lick </w:t>
      </w:r>
      <w:r w:rsidR="00117EAD">
        <w:rPr>
          <w:b/>
        </w:rPr>
        <w:t>Add a user without a Microsoft account</w:t>
      </w:r>
      <w:r w:rsidR="00117EAD">
        <w:t>.</w:t>
      </w:r>
    </w:p>
    <w:p w14:paraId="58526AEB" w14:textId="2F9E6556" w:rsidR="00117EAD" w:rsidRDefault="00A86A55" w:rsidP="00974699">
      <w:pPr>
        <w:pStyle w:val="SubStepAlpha"/>
        <w:spacing w:after="0"/>
      </w:pPr>
      <w:r>
        <w:t>In t</w:t>
      </w:r>
      <w:r w:rsidR="00117EAD">
        <w:t xml:space="preserve">he </w:t>
      </w:r>
      <w:r w:rsidR="00117EAD" w:rsidRPr="00AE6AA2">
        <w:rPr>
          <w:b/>
        </w:rPr>
        <w:t>Create an account for this PC</w:t>
      </w:r>
      <w:r w:rsidR="00117EAD">
        <w:t xml:space="preserve"> window</w:t>
      </w:r>
      <w:r>
        <w:t>, p</w:t>
      </w:r>
      <w:r w:rsidR="00117EAD">
        <w:t xml:space="preserve">rovide the necessary information to create the new user account named </w:t>
      </w:r>
      <w:r w:rsidR="00117EAD" w:rsidRPr="00AE6AA2">
        <w:rPr>
          <w:b/>
        </w:rPr>
        <w:t>User1</w:t>
      </w:r>
      <w:r w:rsidR="00117EAD">
        <w:t xml:space="preserve">. Click </w:t>
      </w:r>
      <w:r w:rsidR="00117EAD" w:rsidRPr="00AE6AA2">
        <w:rPr>
          <w:b/>
        </w:rPr>
        <w:t>Next</w:t>
      </w:r>
      <w:r w:rsidR="00117EAD" w:rsidRPr="0097019E">
        <w:t xml:space="preserve"> </w:t>
      </w:r>
      <w:r w:rsidR="00117EAD">
        <w:t>to create the new user account.</w:t>
      </w:r>
    </w:p>
    <w:p w14:paraId="71AA893D" w14:textId="635B769E" w:rsidR="008D4B62" w:rsidRDefault="008D4B62" w:rsidP="008D4B62">
      <w:pPr>
        <w:pStyle w:val="Heading4"/>
      </w:pPr>
      <w:r>
        <w:t>Question:</w:t>
      </w:r>
    </w:p>
    <w:p w14:paraId="46E2745F" w14:textId="78974CB4" w:rsidR="008D4B62" w:rsidRPr="00974699" w:rsidRDefault="008D4B62" w:rsidP="0073469B">
      <w:pPr>
        <w:pStyle w:val="BodyTextL50"/>
        <w:spacing w:before="0"/>
      </w:pPr>
      <w:r>
        <w:t>What type of user account did you just create?</w:t>
      </w:r>
    </w:p>
    <w:p w14:paraId="633F977F" w14:textId="0FC8C1F6" w:rsidR="00117EAD" w:rsidRDefault="008D4B62" w:rsidP="00974699">
      <w:pPr>
        <w:pStyle w:val="AnswerLineL50"/>
      </w:pPr>
      <w:r>
        <w:t>Type your answers here.</w:t>
      </w:r>
    </w:p>
    <w:p w14:paraId="3CC30FE5" w14:textId="23C5AD52" w:rsidR="00117EAD" w:rsidRDefault="00A86A55" w:rsidP="00117EAD">
      <w:pPr>
        <w:pStyle w:val="SubStepAlpha"/>
      </w:pPr>
      <w:r>
        <w:lastRenderedPageBreak/>
        <w:t>Attempt to l</w:t>
      </w:r>
      <w:r w:rsidR="00117EAD">
        <w:t>og into the newly created user account. It should be successful.</w:t>
      </w:r>
    </w:p>
    <w:p w14:paraId="5845DC7D" w14:textId="7196EA0B" w:rsidR="008D4B62" w:rsidRDefault="00117EAD" w:rsidP="00974699">
      <w:pPr>
        <w:pStyle w:val="SubStepAlpha"/>
        <w:spacing w:after="0"/>
      </w:pPr>
      <w:r>
        <w:t xml:space="preserve">Navigate to </w:t>
      </w:r>
      <w:r>
        <w:rPr>
          <w:b/>
        </w:rPr>
        <w:t>C:\Users</w:t>
      </w:r>
      <w:r>
        <w:t xml:space="preserve"> folder. Right-click the </w:t>
      </w:r>
      <w:r>
        <w:rPr>
          <w:b/>
        </w:rPr>
        <w:t>User1</w:t>
      </w:r>
      <w:r>
        <w:t xml:space="preserve"> folder and select </w:t>
      </w:r>
      <w:r>
        <w:rPr>
          <w:b/>
        </w:rPr>
        <w:t>Properties</w:t>
      </w:r>
      <w:r>
        <w:t xml:space="preserve">, and then the </w:t>
      </w:r>
      <w:r>
        <w:rPr>
          <w:b/>
        </w:rPr>
        <w:t xml:space="preserve">Security </w:t>
      </w:r>
      <w:r>
        <w:t>tab.</w:t>
      </w:r>
    </w:p>
    <w:p w14:paraId="444589D7" w14:textId="6A8D8D88" w:rsidR="008D4B62" w:rsidRDefault="008D4B62" w:rsidP="008D4B62">
      <w:pPr>
        <w:pStyle w:val="Heading4"/>
      </w:pPr>
      <w:r>
        <w:t>Question:</w:t>
      </w:r>
    </w:p>
    <w:p w14:paraId="537B8328" w14:textId="44636CD3" w:rsidR="008D4B62" w:rsidRPr="00974699" w:rsidRDefault="008D4B62" w:rsidP="00974699">
      <w:pPr>
        <w:pStyle w:val="BodyTextL50"/>
        <w:spacing w:before="0"/>
      </w:pPr>
      <w:r>
        <w:t>Which groups or users have full control of this folder?</w:t>
      </w:r>
    </w:p>
    <w:p w14:paraId="616DE5DD" w14:textId="16490034" w:rsidR="00117EAD" w:rsidRDefault="008D4B62" w:rsidP="00974699">
      <w:pPr>
        <w:pStyle w:val="AnswerLineL50"/>
      </w:pPr>
      <w:r>
        <w:t>Type your answers here.</w:t>
      </w:r>
    </w:p>
    <w:p w14:paraId="7B832485" w14:textId="77777777" w:rsidR="008D4B62" w:rsidRDefault="00117EAD" w:rsidP="00974699">
      <w:pPr>
        <w:pStyle w:val="SubStepAlpha"/>
        <w:spacing w:after="0"/>
      </w:pPr>
      <w:r>
        <w:t xml:space="preserve">Open the folder that belongs to CyberOpsUser. Right-click the folder and click the </w:t>
      </w:r>
      <w:r>
        <w:rPr>
          <w:b/>
        </w:rPr>
        <w:t xml:space="preserve">Properties </w:t>
      </w:r>
      <w:r>
        <w:t>tab.</w:t>
      </w:r>
    </w:p>
    <w:p w14:paraId="3CBB075C" w14:textId="6E162DE3" w:rsidR="008D4B62" w:rsidRDefault="008D4B62" w:rsidP="008D4B62">
      <w:pPr>
        <w:pStyle w:val="Heading4"/>
      </w:pPr>
      <w:r>
        <w:t>Question:</w:t>
      </w:r>
    </w:p>
    <w:p w14:paraId="63EB49A9" w14:textId="43ECE654" w:rsidR="008D4B62" w:rsidRPr="00974699" w:rsidRDefault="008D4B62" w:rsidP="00974699">
      <w:pPr>
        <w:pStyle w:val="BodyTextL50"/>
        <w:spacing w:before="0"/>
      </w:pPr>
      <w:r>
        <w:t>Were you able to access the folder? Explain.</w:t>
      </w:r>
    </w:p>
    <w:p w14:paraId="7D03FD26" w14:textId="4E480BE3" w:rsidR="00117EAD" w:rsidRDefault="008D4B62" w:rsidP="00974699">
      <w:pPr>
        <w:pStyle w:val="AnswerLineL50"/>
      </w:pPr>
      <w:r>
        <w:t>Type your answers here.</w:t>
      </w:r>
    </w:p>
    <w:p w14:paraId="137F1571" w14:textId="77777777" w:rsidR="00117EAD" w:rsidRDefault="00117EAD" w:rsidP="00117EAD">
      <w:pPr>
        <w:pStyle w:val="SubStepAlpha"/>
      </w:pPr>
      <w:r>
        <w:t>Log out of User1 account. Log back in as CyberOpsUser.</w:t>
      </w:r>
    </w:p>
    <w:p w14:paraId="6101171E" w14:textId="3CFCEE8A" w:rsidR="008D4B62" w:rsidRDefault="00117EAD" w:rsidP="00974699">
      <w:pPr>
        <w:pStyle w:val="SubStepAlpha"/>
        <w:spacing w:after="0"/>
      </w:pPr>
      <w:r>
        <w:t xml:space="preserve">Navigate to </w:t>
      </w:r>
      <w:r w:rsidRPr="006C372B">
        <w:rPr>
          <w:b/>
        </w:rPr>
        <w:t>C:\Users</w:t>
      </w:r>
      <w:r>
        <w:t xml:space="preserve"> folder. Right-click the folder and select </w:t>
      </w:r>
      <w:r w:rsidRPr="006C372B">
        <w:rPr>
          <w:b/>
        </w:rPr>
        <w:t>Properties</w:t>
      </w:r>
      <w:r>
        <w:t xml:space="preserve">. Click the </w:t>
      </w:r>
      <w:r w:rsidRPr="006C372B">
        <w:rPr>
          <w:b/>
        </w:rPr>
        <w:t xml:space="preserve">Security </w:t>
      </w:r>
      <w:r>
        <w:t>tab.</w:t>
      </w:r>
    </w:p>
    <w:p w14:paraId="334158D9" w14:textId="6CFA56BE" w:rsidR="008D4B62" w:rsidRDefault="008D4B62" w:rsidP="008D4B62">
      <w:pPr>
        <w:pStyle w:val="Heading4"/>
      </w:pPr>
      <w:r>
        <w:t>Question:</w:t>
      </w:r>
    </w:p>
    <w:p w14:paraId="5ADEB607" w14:textId="34B6721C" w:rsidR="008D4B62" w:rsidRPr="00974699" w:rsidRDefault="008D4B62" w:rsidP="00974699">
      <w:pPr>
        <w:pStyle w:val="BodyTextL50"/>
        <w:spacing w:before="0"/>
      </w:pPr>
      <w:r>
        <w:t>Which groups or users have full control of this folder?</w:t>
      </w:r>
    </w:p>
    <w:p w14:paraId="26AC8A0E" w14:textId="19DC8CC3" w:rsidR="00117EAD" w:rsidRDefault="008D4B62" w:rsidP="00974699">
      <w:pPr>
        <w:pStyle w:val="AnswerLineL50"/>
      </w:pPr>
      <w:r>
        <w:t>Type your answers here.</w:t>
      </w:r>
    </w:p>
    <w:p w14:paraId="5897AB4D" w14:textId="77777777" w:rsidR="00117EAD" w:rsidRDefault="00117EAD" w:rsidP="00117EAD">
      <w:pPr>
        <w:pStyle w:val="Heading2"/>
      </w:pPr>
      <w:bookmarkStart w:id="0" w:name="_GoBack"/>
      <w:bookmarkEnd w:id="0"/>
      <w:r>
        <w:t>Reviewing User Account Properties</w:t>
      </w:r>
    </w:p>
    <w:p w14:paraId="4D9387D5" w14:textId="77777777" w:rsidR="00117EAD" w:rsidRDefault="00117EAD" w:rsidP="00117EAD">
      <w:pPr>
        <w:pStyle w:val="SubStepAlpha"/>
      </w:pPr>
      <w:r>
        <w:t xml:space="preserve">Click </w:t>
      </w:r>
      <w:r w:rsidRPr="004E1BC7">
        <w:rPr>
          <w:b/>
        </w:rPr>
        <w:t>Start</w:t>
      </w:r>
      <w:r>
        <w:t xml:space="preserve"> &gt; Search for </w:t>
      </w:r>
      <w:r w:rsidRPr="004E1BC7">
        <w:rPr>
          <w:b/>
        </w:rPr>
        <w:t>Control Panel</w:t>
      </w:r>
      <w:r w:rsidRPr="008E48B6">
        <w:t xml:space="preserve"> &gt; </w:t>
      </w:r>
      <w:r>
        <w:t xml:space="preserve">Select </w:t>
      </w:r>
      <w:r w:rsidRPr="004E1BC7">
        <w:rPr>
          <w:b/>
        </w:rPr>
        <w:t>Administrative Tools</w:t>
      </w:r>
      <w:r w:rsidRPr="008E48B6">
        <w:t xml:space="preserve"> &gt; </w:t>
      </w:r>
      <w:r>
        <w:t xml:space="preserve">Select </w:t>
      </w:r>
      <w:r w:rsidRPr="004E1BC7">
        <w:rPr>
          <w:b/>
        </w:rPr>
        <w:t>Computer Management</w:t>
      </w:r>
      <w:r>
        <w:t>.</w:t>
      </w:r>
    </w:p>
    <w:p w14:paraId="2FCECE92" w14:textId="77777777" w:rsidR="00117EAD" w:rsidRDefault="00117EAD" w:rsidP="00117EAD">
      <w:pPr>
        <w:pStyle w:val="SubStepAlpha"/>
        <w:keepNext/>
      </w:pPr>
      <w:r>
        <w:t xml:space="preserve">Select </w:t>
      </w:r>
      <w:r w:rsidRPr="004E1BC7">
        <w:rPr>
          <w:b/>
        </w:rPr>
        <w:t>Local Users and Groups</w:t>
      </w:r>
      <w:r>
        <w:t xml:space="preserve">. Click the </w:t>
      </w:r>
      <w:r w:rsidRPr="004E1BC7">
        <w:rPr>
          <w:b/>
        </w:rPr>
        <w:t>User</w:t>
      </w:r>
      <w:r>
        <w:rPr>
          <w:b/>
        </w:rPr>
        <w:t>s</w:t>
      </w:r>
      <w:r>
        <w:t xml:space="preserve"> folder.</w:t>
      </w:r>
    </w:p>
    <w:p w14:paraId="2BD788DD" w14:textId="77777777" w:rsidR="00117EAD" w:rsidRDefault="00117EAD" w:rsidP="00117EAD">
      <w:pPr>
        <w:pStyle w:val="Visual"/>
      </w:pPr>
      <w:r>
        <w:rPr>
          <w:noProof/>
        </w:rPr>
        <w:drawing>
          <wp:inline distT="0" distB="0" distL="0" distR="0" wp14:anchorId="264F0653" wp14:editId="40B25FA4">
            <wp:extent cx="5486400" cy="2383427"/>
            <wp:effectExtent l="0" t="0" r="0" b="0"/>
            <wp:docPr id="14" name="Picture 14" descr="Screenshot of Computer Management showing the Users folder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8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A4740" w14:textId="77777777" w:rsidR="00117EAD" w:rsidRDefault="00117EAD" w:rsidP="00117EAD">
      <w:pPr>
        <w:pStyle w:val="SubStepAlpha"/>
      </w:pPr>
      <w:r>
        <w:t xml:space="preserve">Right-click </w:t>
      </w:r>
      <w:r w:rsidRPr="007D40B4">
        <w:rPr>
          <w:b/>
        </w:rPr>
        <w:t>User1</w:t>
      </w:r>
      <w:r>
        <w:t xml:space="preserve"> and select </w:t>
      </w:r>
      <w:r w:rsidRPr="007D40B4">
        <w:rPr>
          <w:b/>
        </w:rPr>
        <w:t>Properties</w:t>
      </w:r>
      <w:r>
        <w:t>.</w:t>
      </w:r>
    </w:p>
    <w:p w14:paraId="4D7C283C" w14:textId="77777777" w:rsidR="00117EAD" w:rsidRDefault="00117EAD" w:rsidP="00974699">
      <w:pPr>
        <w:pStyle w:val="SubStepAlpha"/>
      </w:pPr>
      <w:r>
        <w:t xml:space="preserve">Click the </w:t>
      </w:r>
      <w:r w:rsidRPr="00BA5B82">
        <w:rPr>
          <w:b/>
        </w:rPr>
        <w:t>Member Of</w:t>
      </w:r>
      <w:r>
        <w:t xml:space="preserve"> tab.</w:t>
      </w:r>
    </w:p>
    <w:p w14:paraId="24B1C440" w14:textId="77777777" w:rsidR="008D4B62" w:rsidRDefault="008D4B62" w:rsidP="00974699">
      <w:pPr>
        <w:pStyle w:val="Heading4"/>
      </w:pPr>
      <w:r>
        <w:t>Question:</w:t>
      </w:r>
    </w:p>
    <w:p w14:paraId="0D6CF5C0" w14:textId="77777777" w:rsidR="008D4B62" w:rsidRDefault="00117EAD" w:rsidP="00974699">
      <w:pPr>
        <w:pStyle w:val="BodyTextL50"/>
        <w:spacing w:before="0"/>
      </w:pPr>
      <w:r>
        <w:t>Which group is User1 is a member of?</w:t>
      </w:r>
    </w:p>
    <w:p w14:paraId="34512257" w14:textId="1831B27D" w:rsidR="008D4B62" w:rsidRDefault="008D4B62" w:rsidP="00974699">
      <w:pPr>
        <w:pStyle w:val="AnswerLineL50"/>
      </w:pPr>
      <w:r>
        <w:t>Type your answers here.</w:t>
      </w:r>
    </w:p>
    <w:p w14:paraId="19825A52" w14:textId="77777777" w:rsidR="00117EAD" w:rsidRDefault="00117EAD" w:rsidP="0073469B">
      <w:pPr>
        <w:pStyle w:val="SubStepAlpha"/>
      </w:pPr>
      <w:r>
        <w:t xml:space="preserve">Right-click the account </w:t>
      </w:r>
      <w:r w:rsidRPr="008B3F1D">
        <w:t>CyberOpsUser</w:t>
      </w:r>
      <w:r>
        <w:t xml:space="preserve"> and select </w:t>
      </w:r>
      <w:r w:rsidRPr="00BA5B82">
        <w:t>Properties</w:t>
      </w:r>
      <w:r>
        <w:t>.</w:t>
      </w:r>
    </w:p>
    <w:p w14:paraId="12336069" w14:textId="77777777" w:rsidR="008D4B62" w:rsidRDefault="008D4B62" w:rsidP="00974699">
      <w:pPr>
        <w:pStyle w:val="Heading4"/>
      </w:pPr>
      <w:r>
        <w:t>Question:</w:t>
      </w:r>
    </w:p>
    <w:p w14:paraId="473B2F04" w14:textId="45992DCA" w:rsidR="008D4B62" w:rsidRDefault="00117EAD" w:rsidP="00974699">
      <w:pPr>
        <w:pStyle w:val="BodyTextL50"/>
        <w:spacing w:before="0"/>
      </w:pPr>
      <w:r>
        <w:t>Which group is this user a member of?</w:t>
      </w:r>
    </w:p>
    <w:p w14:paraId="03D2EB7A" w14:textId="77777777" w:rsidR="008D4B62" w:rsidRDefault="008D4B62" w:rsidP="00974699">
      <w:pPr>
        <w:pStyle w:val="AnswerLineL50"/>
      </w:pPr>
      <w:r>
        <w:t>Type your answers here.</w:t>
      </w:r>
    </w:p>
    <w:p w14:paraId="12473818" w14:textId="77777777" w:rsidR="00117EAD" w:rsidRDefault="00117EAD" w:rsidP="00117EAD">
      <w:pPr>
        <w:pStyle w:val="Heading2"/>
      </w:pPr>
      <w:r>
        <w:lastRenderedPageBreak/>
        <w:t>Modifying Local User Accounts</w:t>
      </w:r>
    </w:p>
    <w:p w14:paraId="513FAD8F" w14:textId="77777777" w:rsidR="00117EAD" w:rsidRPr="000E0EB0" w:rsidRDefault="00117EAD" w:rsidP="00117EAD">
      <w:pPr>
        <w:pStyle w:val="Heading3"/>
      </w:pPr>
      <w:r>
        <w:t>Change the account type.</w:t>
      </w:r>
    </w:p>
    <w:p w14:paraId="70B51676" w14:textId="2F1B9E0E" w:rsidR="00117EAD" w:rsidRDefault="00117EAD" w:rsidP="00974699">
      <w:pPr>
        <w:pStyle w:val="SubStepAlpha"/>
      </w:pPr>
      <w:r>
        <w:t xml:space="preserve">Navigate to the </w:t>
      </w:r>
      <w:r w:rsidRPr="00974699">
        <w:rPr>
          <w:b/>
        </w:rPr>
        <w:t>Control Panel</w:t>
      </w:r>
      <w:r>
        <w:t xml:space="preserve"> and select </w:t>
      </w:r>
      <w:r w:rsidRPr="00974699">
        <w:rPr>
          <w:b/>
        </w:rPr>
        <w:t>User Accounts</w:t>
      </w:r>
      <w:r>
        <w:t xml:space="preserve">. Click </w:t>
      </w:r>
      <w:r w:rsidRPr="00974699">
        <w:rPr>
          <w:b/>
        </w:rPr>
        <w:t>Manage another account</w:t>
      </w:r>
      <w:r>
        <w:t xml:space="preserve">. Select </w:t>
      </w:r>
      <w:r w:rsidRPr="00974699">
        <w:rPr>
          <w:b/>
        </w:rPr>
        <w:t>User1</w:t>
      </w:r>
      <w:r>
        <w:t>.</w:t>
      </w:r>
    </w:p>
    <w:p w14:paraId="6E2BA9EC" w14:textId="77777777" w:rsidR="00117EAD" w:rsidRDefault="00117EAD" w:rsidP="00974699">
      <w:pPr>
        <w:pStyle w:val="SubStepAlpha"/>
      </w:pPr>
      <w:r>
        <w:t xml:space="preserve">In the Change an Account window, click the </w:t>
      </w:r>
      <w:r>
        <w:rPr>
          <w:b/>
        </w:rPr>
        <w:t>User1</w:t>
      </w:r>
      <w:r>
        <w:t xml:space="preserve"> account. Click </w:t>
      </w:r>
      <w:r>
        <w:rPr>
          <w:b/>
        </w:rPr>
        <w:t>Change the account type</w:t>
      </w:r>
      <w:r>
        <w:t>.</w:t>
      </w:r>
    </w:p>
    <w:p w14:paraId="77C93A8B" w14:textId="77777777" w:rsidR="00117EAD" w:rsidRDefault="00117EAD" w:rsidP="00974699">
      <w:pPr>
        <w:pStyle w:val="SubStepAlpha"/>
      </w:pPr>
      <w:r>
        <w:t xml:space="preserve">Select the </w:t>
      </w:r>
      <w:r w:rsidRPr="00034B25">
        <w:rPr>
          <w:b/>
        </w:rPr>
        <w:t>Administrator</w:t>
      </w:r>
      <w:r w:rsidRPr="00AE6AA2">
        <w:t xml:space="preserve"> radio button</w:t>
      </w:r>
      <w:r>
        <w:t xml:space="preserve">. Click </w:t>
      </w:r>
      <w:r>
        <w:rPr>
          <w:b/>
        </w:rPr>
        <w:t>Change Account Type</w:t>
      </w:r>
      <w:r>
        <w:t>.</w:t>
      </w:r>
    </w:p>
    <w:p w14:paraId="5B0E3CFD" w14:textId="77777777" w:rsidR="00117EAD" w:rsidRDefault="00117EAD" w:rsidP="00117EAD">
      <w:pPr>
        <w:pStyle w:val="SubStepAlpha"/>
      </w:pPr>
      <w:r>
        <w:t>Now the account User1 has administrative rights.</w:t>
      </w:r>
    </w:p>
    <w:p w14:paraId="4C46943F" w14:textId="77777777" w:rsidR="00117EAD" w:rsidRDefault="00117EAD" w:rsidP="00117EAD">
      <w:pPr>
        <w:pStyle w:val="SubStepAlpha"/>
      </w:pPr>
      <w:r>
        <w:t xml:space="preserve">Navigate to </w:t>
      </w:r>
      <w:r>
        <w:rPr>
          <w:b/>
        </w:rPr>
        <w:t>Control Panel</w:t>
      </w:r>
      <w:r w:rsidRPr="003215A3">
        <w:t xml:space="preserve"> &gt; </w:t>
      </w:r>
      <w:r>
        <w:rPr>
          <w:b/>
        </w:rPr>
        <w:t>Administrative Tools</w:t>
      </w:r>
      <w:r w:rsidRPr="003215A3">
        <w:t xml:space="preserve"> &gt; </w:t>
      </w:r>
      <w:r>
        <w:rPr>
          <w:b/>
        </w:rPr>
        <w:t>Computer Management</w:t>
      </w:r>
      <w:r w:rsidRPr="003215A3">
        <w:t>.</w:t>
      </w:r>
      <w:r>
        <w:t xml:space="preserve"> Click </w:t>
      </w:r>
      <w:r>
        <w:rPr>
          <w:b/>
        </w:rPr>
        <w:t>Local Users and Groups</w:t>
      </w:r>
      <w:r>
        <w:t xml:space="preserve">&gt; </w:t>
      </w:r>
      <w:r>
        <w:rPr>
          <w:b/>
        </w:rPr>
        <w:t>Users</w:t>
      </w:r>
      <w:r w:rsidRPr="003215A3">
        <w:t>.</w:t>
      </w:r>
    </w:p>
    <w:p w14:paraId="4AB202A9" w14:textId="77777777" w:rsidR="00117EAD" w:rsidRDefault="00117EAD" w:rsidP="00974699">
      <w:pPr>
        <w:pStyle w:val="SubStepAlpha"/>
        <w:spacing w:after="0"/>
      </w:pPr>
      <w:r>
        <w:t xml:space="preserve">Right-click </w:t>
      </w:r>
      <w:r w:rsidRPr="003215A3">
        <w:rPr>
          <w:b/>
        </w:rPr>
        <w:t>User1</w:t>
      </w:r>
      <w:r>
        <w:t xml:space="preserve"> and select </w:t>
      </w:r>
      <w:r>
        <w:rPr>
          <w:b/>
        </w:rPr>
        <w:t>Properties</w:t>
      </w:r>
      <w:r>
        <w:t xml:space="preserve">. Click </w:t>
      </w:r>
      <w:r>
        <w:rPr>
          <w:b/>
        </w:rPr>
        <w:t xml:space="preserve">Member Of </w:t>
      </w:r>
      <w:r>
        <w:t>tab.</w:t>
      </w:r>
    </w:p>
    <w:p w14:paraId="06699443" w14:textId="77777777" w:rsidR="008D4B62" w:rsidRDefault="008D4B62" w:rsidP="00974699">
      <w:pPr>
        <w:pStyle w:val="Heading4"/>
      </w:pPr>
      <w:r>
        <w:t>Question:</w:t>
      </w:r>
    </w:p>
    <w:p w14:paraId="2A1CFC11" w14:textId="02BC21CE" w:rsidR="00117EAD" w:rsidRDefault="00117EAD" w:rsidP="00974699">
      <w:pPr>
        <w:pStyle w:val="BodyTextL50"/>
        <w:spacing w:before="0"/>
      </w:pPr>
      <w:r>
        <w:t>Which groups does User1 belong to?</w:t>
      </w:r>
    </w:p>
    <w:p w14:paraId="34FED684" w14:textId="7FCBF9A7" w:rsidR="00117EAD" w:rsidRDefault="008D4B62" w:rsidP="00974699">
      <w:pPr>
        <w:pStyle w:val="AnswerLineL50"/>
      </w:pPr>
      <w:r>
        <w:t>Type your answers here.</w:t>
      </w:r>
    </w:p>
    <w:p w14:paraId="38B7B824" w14:textId="77777777" w:rsidR="00117EAD" w:rsidRPr="003215A3" w:rsidRDefault="00117EAD" w:rsidP="00117EAD">
      <w:pPr>
        <w:pStyle w:val="SubStepAlpha"/>
        <w:keepNext/>
      </w:pPr>
      <w:r>
        <w:t xml:space="preserve">Select </w:t>
      </w:r>
      <w:r>
        <w:rPr>
          <w:b/>
        </w:rPr>
        <w:t>Administrators</w:t>
      </w:r>
      <w:r>
        <w:t xml:space="preserve"> and click </w:t>
      </w:r>
      <w:r>
        <w:rPr>
          <w:b/>
        </w:rPr>
        <w:t>Remove</w:t>
      </w:r>
      <w:r>
        <w:t xml:space="preserve"> to remove User1 from the Administrative group. Click </w:t>
      </w:r>
      <w:r>
        <w:rPr>
          <w:b/>
        </w:rPr>
        <w:t>OK</w:t>
      </w:r>
      <w:r>
        <w:t xml:space="preserve"> to continue.</w:t>
      </w:r>
    </w:p>
    <w:p w14:paraId="19C2BF8B" w14:textId="77777777" w:rsidR="00117EAD" w:rsidRPr="00352494" w:rsidRDefault="00117EAD" w:rsidP="00117EAD">
      <w:pPr>
        <w:pStyle w:val="Heading3"/>
      </w:pPr>
      <w:r>
        <w:t>Delete the account.</w:t>
      </w:r>
    </w:p>
    <w:p w14:paraId="5F3B080B" w14:textId="77777777" w:rsidR="00117EAD" w:rsidRDefault="00117EAD" w:rsidP="00974699">
      <w:pPr>
        <w:pStyle w:val="SubStepAlpha"/>
        <w:keepNext/>
      </w:pPr>
      <w:r>
        <w:t xml:space="preserve">To delete the account, right-click </w:t>
      </w:r>
      <w:r>
        <w:rPr>
          <w:b/>
        </w:rPr>
        <w:t>User1</w:t>
      </w:r>
      <w:r>
        <w:t xml:space="preserve">and select </w:t>
      </w:r>
      <w:r>
        <w:rPr>
          <w:b/>
        </w:rPr>
        <w:t>Delete</w:t>
      </w:r>
      <w:r>
        <w:t>.</w:t>
      </w:r>
    </w:p>
    <w:p w14:paraId="76B071F3" w14:textId="77777777" w:rsidR="00117EAD" w:rsidRDefault="00117EAD" w:rsidP="00117EAD">
      <w:pPr>
        <w:pStyle w:val="Visual"/>
      </w:pPr>
      <w:r w:rsidRPr="00B04215">
        <w:rPr>
          <w:noProof/>
        </w:rPr>
        <w:drawing>
          <wp:inline distT="0" distB="0" distL="0" distR="0" wp14:anchorId="314CF93A" wp14:editId="71020514">
            <wp:extent cx="5486400" cy="2014401"/>
            <wp:effectExtent l="0" t="0" r="0" b="5080"/>
            <wp:docPr id="28" name="Picture 28" descr="Screenshot showing Local Users and Groups with User1 highlighted and delete selec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1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B8677" w14:textId="77777777" w:rsidR="008D4B62" w:rsidRDefault="00117EAD" w:rsidP="00974699">
      <w:pPr>
        <w:pStyle w:val="SubStepAlpha"/>
        <w:spacing w:after="0"/>
      </w:pPr>
      <w:r>
        <w:t xml:space="preserve">Click </w:t>
      </w:r>
      <w:r>
        <w:rPr>
          <w:b/>
        </w:rPr>
        <w:t xml:space="preserve">OK </w:t>
      </w:r>
      <w:r>
        <w:t>to confirm the deletion.</w:t>
      </w:r>
    </w:p>
    <w:p w14:paraId="4D4B9082" w14:textId="35AF7385" w:rsidR="008D4B62" w:rsidRDefault="008D4B62" w:rsidP="008D4B62">
      <w:pPr>
        <w:pStyle w:val="Heading4"/>
      </w:pPr>
      <w:r>
        <w:t>Question:</w:t>
      </w:r>
    </w:p>
    <w:p w14:paraId="26EF7BAD" w14:textId="4A3BFE64" w:rsidR="008D4B62" w:rsidRPr="00974699" w:rsidRDefault="008D4B62" w:rsidP="00974699">
      <w:pPr>
        <w:pStyle w:val="BodyTextL50"/>
        <w:spacing w:before="0"/>
      </w:pPr>
      <w:r>
        <w:t>What is another way to delete a user account?</w:t>
      </w:r>
    </w:p>
    <w:p w14:paraId="10CAE937" w14:textId="598D5F70" w:rsidR="00117EAD" w:rsidRDefault="008D4B62" w:rsidP="00974699">
      <w:pPr>
        <w:pStyle w:val="AnswerLineL50"/>
      </w:pPr>
      <w:r>
        <w:t>Type your answers here.</w:t>
      </w:r>
    </w:p>
    <w:p w14:paraId="62F82B1D" w14:textId="60F27503" w:rsidR="00117EAD" w:rsidRDefault="00117EAD" w:rsidP="00117EAD">
      <w:pPr>
        <w:pStyle w:val="Heading1"/>
      </w:pPr>
      <w:r>
        <w:t>Reflection Questions</w:t>
      </w:r>
    </w:p>
    <w:p w14:paraId="659AD6B1" w14:textId="77777777" w:rsidR="00117EAD" w:rsidRDefault="00117EAD" w:rsidP="00117EAD">
      <w:pPr>
        <w:pStyle w:val="ReflectionQ"/>
        <w:keepNext w:val="0"/>
      </w:pPr>
      <w:r>
        <w:t>Why is it important to protect all accounts with strong passwords?</w:t>
      </w:r>
    </w:p>
    <w:p w14:paraId="151E2F7D" w14:textId="359BEAD2" w:rsidR="00117EAD" w:rsidRDefault="00117EAD" w:rsidP="00117EAD">
      <w:pPr>
        <w:pStyle w:val="AnswerLineL25"/>
      </w:pPr>
      <w:r>
        <w:t>Type your answers here.</w:t>
      </w:r>
    </w:p>
    <w:p w14:paraId="1092A7A4" w14:textId="77777777" w:rsidR="00117EAD" w:rsidRDefault="00117EAD" w:rsidP="00117EAD">
      <w:pPr>
        <w:pStyle w:val="ReflectionQ"/>
        <w:keepNext w:val="0"/>
      </w:pPr>
      <w:r>
        <w:t>Why would you create a user with Standard privileges?</w:t>
      </w:r>
    </w:p>
    <w:p w14:paraId="4B939D2D" w14:textId="7039D73E" w:rsidR="00117EAD" w:rsidRDefault="00117EAD" w:rsidP="00117EAD">
      <w:pPr>
        <w:pStyle w:val="AnswerLineL25"/>
      </w:pPr>
      <w:r>
        <w:t>Type your answers here.</w:t>
      </w:r>
    </w:p>
    <w:p w14:paraId="506BF8FB" w14:textId="22178D36" w:rsidR="00117EAD" w:rsidRPr="00117EAD" w:rsidRDefault="00117EAD" w:rsidP="00117EAD">
      <w:pPr>
        <w:pStyle w:val="ConfigWindow"/>
      </w:pPr>
      <w:r w:rsidRPr="00117EAD">
        <w:t>End of document</w:t>
      </w:r>
    </w:p>
    <w:sectPr w:rsidR="00117EAD" w:rsidRPr="00117EAD" w:rsidSect="0073469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79F9F" w14:textId="77777777" w:rsidR="009F18E6" w:rsidRDefault="009F18E6" w:rsidP="00710659">
      <w:pPr>
        <w:spacing w:after="0" w:line="240" w:lineRule="auto"/>
      </w:pPr>
      <w:r>
        <w:separator/>
      </w:r>
    </w:p>
    <w:p w14:paraId="64C390AB" w14:textId="77777777" w:rsidR="009F18E6" w:rsidRDefault="009F18E6"/>
  </w:endnote>
  <w:endnote w:type="continuationSeparator" w:id="0">
    <w:p w14:paraId="2008B0FE" w14:textId="77777777" w:rsidR="009F18E6" w:rsidRDefault="009F18E6" w:rsidP="00710659">
      <w:pPr>
        <w:spacing w:after="0" w:line="240" w:lineRule="auto"/>
      </w:pPr>
      <w:r>
        <w:continuationSeparator/>
      </w:r>
    </w:p>
    <w:p w14:paraId="087AD565" w14:textId="77777777" w:rsidR="009F18E6" w:rsidRDefault="009F1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367E3" w14:textId="5F3472AB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4B62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A22E54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07C68" w14:textId="1CFD5B99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D4B62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A22E54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D3CF9" w14:textId="77777777" w:rsidR="009F18E6" w:rsidRDefault="009F18E6" w:rsidP="00710659">
      <w:pPr>
        <w:spacing w:after="0" w:line="240" w:lineRule="auto"/>
      </w:pPr>
      <w:r>
        <w:separator/>
      </w:r>
    </w:p>
    <w:p w14:paraId="7D8912EA" w14:textId="77777777" w:rsidR="009F18E6" w:rsidRDefault="009F18E6"/>
  </w:footnote>
  <w:footnote w:type="continuationSeparator" w:id="0">
    <w:p w14:paraId="4FFA0CC7" w14:textId="77777777" w:rsidR="009F18E6" w:rsidRDefault="009F18E6" w:rsidP="00710659">
      <w:pPr>
        <w:spacing w:after="0" w:line="240" w:lineRule="auto"/>
      </w:pPr>
      <w:r>
        <w:continuationSeparator/>
      </w:r>
    </w:p>
    <w:p w14:paraId="46C9188B" w14:textId="77777777" w:rsidR="009F18E6" w:rsidRDefault="009F1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FE424D2CDDE5442A94978CBD7C11238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B72E90F" w14:textId="77777777" w:rsidR="00926CB2" w:rsidRDefault="00DE2F3E" w:rsidP="008402F2">
        <w:pPr>
          <w:pStyle w:val="PageHead"/>
        </w:pPr>
        <w:r>
          <w:t>Lab - Create User Accounts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96FAC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02F1DE3" wp14:editId="7A9A4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5A2A7D"/>
    <w:multiLevelType w:val="multilevel"/>
    <w:tmpl w:val="54940E92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2"/>
    <w:lvlOverride w:ilvl="0">
      <w:startOverride w:val="1"/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6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353C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EA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118C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4C81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33B8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4FFB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2072"/>
    <w:rsid w:val="00563249"/>
    <w:rsid w:val="00570A65"/>
    <w:rsid w:val="00571BD7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060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469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2F97"/>
    <w:rsid w:val="008B4F20"/>
    <w:rsid w:val="008B68E7"/>
    <w:rsid w:val="008B7FFD"/>
    <w:rsid w:val="008C286A"/>
    <w:rsid w:val="008C2920"/>
    <w:rsid w:val="008C4307"/>
    <w:rsid w:val="008D23DF"/>
    <w:rsid w:val="008D4B62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469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18E6"/>
    <w:rsid w:val="009F4C2E"/>
    <w:rsid w:val="00A014A3"/>
    <w:rsid w:val="00A027CC"/>
    <w:rsid w:val="00A0412D"/>
    <w:rsid w:val="00A15DF0"/>
    <w:rsid w:val="00A21211"/>
    <w:rsid w:val="00A22E54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6A55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329B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2F3E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842"/>
    <w:rsid w:val="00FA3B9F"/>
    <w:rsid w:val="00FA3F06"/>
    <w:rsid w:val="00FA4A26"/>
    <w:rsid w:val="00FA7084"/>
    <w:rsid w:val="00FA7BEF"/>
    <w:rsid w:val="00FB056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C98E8"/>
  <w15:docId w15:val="{CD1CC373-9E8F-43D9-AD18-1743E61C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8D4B6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A384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62072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8B2F97"/>
    <w:pPr>
      <w:spacing w:after="240"/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A384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FA3842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424D2CDDE5442A94978CBD7C112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14120-FAAD-4C28-A98C-0273414636F2}"/>
      </w:docPartPr>
      <w:docPartBody>
        <w:p w:rsidR="000E255A" w:rsidRDefault="00906372">
          <w:pPr>
            <w:pStyle w:val="FE424D2CDDE5442A94978CBD7C112386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72"/>
    <w:rsid w:val="000E255A"/>
    <w:rsid w:val="00585A9F"/>
    <w:rsid w:val="009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E424D2CDDE5442A94978CBD7C112386">
    <w:name w:val="FE424D2CDDE5442A94978CBD7C1123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4F6ED-A959-443A-810E-39FD1E76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Create User Accounts</vt:lpstr>
    </vt:vector>
  </TitlesOfParts>
  <Company>Cisco Systems, Inc.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Create User Accounts</dc:title>
  <dc:creator>SP</dc:creator>
  <dc:description>2018</dc:description>
  <cp:lastModifiedBy>Suk-Yi Pennock -X (spennock - UNICON INC at Cisco)</cp:lastModifiedBy>
  <cp:revision>5</cp:revision>
  <cp:lastPrinted>2020-05-08T04:34:00Z</cp:lastPrinted>
  <dcterms:created xsi:type="dcterms:W3CDTF">2020-05-08T04:31:00Z</dcterms:created>
  <dcterms:modified xsi:type="dcterms:W3CDTF">2020-05-08T04:35:00Z</dcterms:modified>
</cp:coreProperties>
</file>